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2D3" w:rsidRPr="00F6143B" w:rsidRDefault="006672D3" w:rsidP="00F6143B"/>
    <w:p w:rsidR="006672D3" w:rsidRDefault="006672D3" w:rsidP="00521FC7">
      <w:pPr>
        <w:jc w:val="center"/>
        <w:rPr>
          <w:rFonts w:ascii="宋体"/>
          <w:b/>
          <w:sz w:val="24"/>
        </w:rPr>
      </w:pPr>
      <w:r w:rsidRPr="00521FC7">
        <w:rPr>
          <w:rFonts w:ascii="宋体" w:hAnsi="宋体" w:hint="eastAsia"/>
          <w:b/>
          <w:sz w:val="24"/>
        </w:rPr>
        <w:t>独创性声明</w:t>
      </w:r>
    </w:p>
    <w:p w:rsidR="006672D3" w:rsidRPr="00F6143B" w:rsidRDefault="006672D3" w:rsidP="00F6143B"/>
    <w:p w:rsidR="006672D3" w:rsidRPr="00B227AA" w:rsidRDefault="006672D3" w:rsidP="009B3153">
      <w:pPr>
        <w:tabs>
          <w:tab w:val="left" w:pos="4320"/>
        </w:tabs>
        <w:spacing w:line="360" w:lineRule="auto"/>
        <w:ind w:firstLineChars="225" w:firstLine="31680"/>
        <w:rPr>
          <w:sz w:val="24"/>
        </w:rPr>
      </w:pPr>
      <w:r w:rsidRPr="00B227AA">
        <w:rPr>
          <w:rFonts w:hint="eastAsia"/>
          <w:sz w:val="24"/>
        </w:rPr>
        <w:t>本人郑重声明：</w:t>
      </w:r>
      <w:r>
        <w:rPr>
          <w:rFonts w:hint="eastAsia"/>
          <w:sz w:val="24"/>
        </w:rPr>
        <w:t>所呈交的学位论文，是本人在导师的指导下</w:t>
      </w:r>
      <w:r w:rsidRPr="00B227AA">
        <w:rPr>
          <w:rFonts w:hint="eastAsia"/>
          <w:sz w:val="24"/>
        </w:rPr>
        <w:t>独立进行研究工作所取得的成果。除文中已经注明引用的内容外，本论文不含任何其他个人或集体已经发表或撰写过的作品成果。对本文的研究做出重要贡献的个人和集体，均已在文中以明确方式标明。本人完全意识到本声明的法律结果由本人承担。</w:t>
      </w:r>
    </w:p>
    <w:p w:rsidR="006672D3" w:rsidRPr="00B227AA" w:rsidRDefault="006672D3" w:rsidP="009B3153">
      <w:pPr>
        <w:spacing w:line="360" w:lineRule="auto"/>
        <w:ind w:firstLineChars="225" w:firstLine="31680"/>
        <w:rPr>
          <w:rFonts w:ascii="宋体"/>
          <w:sz w:val="24"/>
        </w:rPr>
      </w:pPr>
    </w:p>
    <w:p w:rsidR="006672D3" w:rsidRPr="00521FC7" w:rsidRDefault="006672D3" w:rsidP="009B3153">
      <w:pPr>
        <w:tabs>
          <w:tab w:val="left" w:pos="5940"/>
        </w:tabs>
        <w:spacing w:line="360" w:lineRule="auto"/>
        <w:ind w:firstLineChars="225" w:firstLine="31680"/>
        <w:rPr>
          <w:rFonts w:ascii="宋体"/>
          <w:sz w:val="24"/>
        </w:rPr>
      </w:pPr>
      <w:r w:rsidRPr="00521FC7">
        <w:rPr>
          <w:rFonts w:ascii="宋体" w:hAnsi="宋体" w:hint="eastAsia"/>
          <w:sz w:val="24"/>
        </w:rPr>
        <w:t>学位论文作者签名：</w:t>
      </w:r>
      <w:r w:rsidRPr="00B227AA">
        <w:rPr>
          <w:rFonts w:ascii="宋体" w:hAnsi="宋体"/>
          <w:sz w:val="24"/>
          <w:u w:val="single"/>
        </w:rPr>
        <w:t xml:space="preserve">          </w:t>
      </w:r>
      <w:r w:rsidRPr="00521FC7">
        <w:rPr>
          <w:rFonts w:ascii="宋体" w:hAnsi="宋体"/>
          <w:sz w:val="24"/>
        </w:rPr>
        <w:t xml:space="preserve"> </w:t>
      </w:r>
      <w:r>
        <w:rPr>
          <w:rFonts w:ascii="宋体" w:hAnsi="宋体"/>
          <w:sz w:val="24"/>
        </w:rPr>
        <w:t xml:space="preserve">  </w:t>
      </w:r>
      <w:r w:rsidRPr="00521FC7">
        <w:rPr>
          <w:rFonts w:ascii="宋体" w:hAnsi="宋体" w:hint="eastAsia"/>
          <w:sz w:val="24"/>
        </w:rPr>
        <w:t>日期：</w:t>
      </w:r>
      <w:r w:rsidRPr="00B227AA">
        <w:rPr>
          <w:rFonts w:ascii="宋体" w:hAnsi="宋体"/>
          <w:sz w:val="24"/>
          <w:u w:val="single"/>
        </w:rPr>
        <w:t xml:space="preserve">          </w:t>
      </w:r>
    </w:p>
    <w:p w:rsidR="006672D3" w:rsidRPr="00F6143B" w:rsidRDefault="006672D3" w:rsidP="00F6143B"/>
    <w:p w:rsidR="006672D3" w:rsidRPr="00F6143B" w:rsidRDefault="006672D3" w:rsidP="00F6143B"/>
    <w:p w:rsidR="006672D3" w:rsidRPr="00F6143B" w:rsidRDefault="006672D3" w:rsidP="00F6143B"/>
    <w:p w:rsidR="006672D3" w:rsidRPr="00F6143B" w:rsidRDefault="006672D3" w:rsidP="00F6143B"/>
    <w:p w:rsidR="006672D3" w:rsidRDefault="006672D3" w:rsidP="00521FC7">
      <w:pPr>
        <w:jc w:val="center"/>
        <w:rPr>
          <w:rFonts w:ascii="宋体"/>
          <w:b/>
          <w:sz w:val="24"/>
        </w:rPr>
      </w:pPr>
      <w:r w:rsidRPr="00521FC7">
        <w:rPr>
          <w:rFonts w:ascii="宋体" w:hAnsi="宋体" w:hint="eastAsia"/>
          <w:b/>
          <w:sz w:val="24"/>
        </w:rPr>
        <w:t>学位论文使用授权书</w:t>
      </w:r>
    </w:p>
    <w:p w:rsidR="006672D3" w:rsidRPr="00F6143B" w:rsidRDefault="006672D3" w:rsidP="00F6143B"/>
    <w:p w:rsidR="006672D3" w:rsidRPr="009B3153" w:rsidRDefault="006672D3" w:rsidP="009B3153">
      <w:pPr>
        <w:spacing w:line="360" w:lineRule="auto"/>
        <w:ind w:firstLineChars="225" w:firstLine="31680"/>
        <w:rPr>
          <w:rFonts w:ascii="宋体"/>
          <w:sz w:val="24"/>
        </w:rPr>
      </w:pPr>
      <w:r w:rsidRPr="009B3153">
        <w:rPr>
          <w:rFonts w:ascii="宋体" w:hAnsi="宋体" w:hint="eastAsia"/>
          <w:sz w:val="24"/>
        </w:rPr>
        <w:t>学位论文作者完全了解北京电影学院关于保存、使用学位论文的规定，即学校有权保留并向国家有关部门或机构送交学位论文的复印件和电子版，允许学位论文被查阅和借阅；学校可以公布学位论文的全部或部分内容，可以采用影印、缩印或其他复制手段保存、汇编学位论文。保密的学位论文在解密后遵守此规定。</w:t>
      </w:r>
    </w:p>
    <w:p w:rsidR="006672D3" w:rsidRPr="009B3153" w:rsidRDefault="006672D3" w:rsidP="009B3153">
      <w:pPr>
        <w:spacing w:line="360" w:lineRule="auto"/>
        <w:ind w:firstLineChars="225" w:firstLine="31680"/>
        <w:rPr>
          <w:color w:val="000000"/>
          <w:sz w:val="24"/>
        </w:rPr>
      </w:pPr>
      <w:r w:rsidRPr="009B3153">
        <w:rPr>
          <w:rFonts w:hint="eastAsia"/>
          <w:color w:val="000000"/>
          <w:sz w:val="24"/>
        </w:rPr>
        <w:t>保密论文注释：本学位论文属于保密在</w:t>
      </w:r>
      <w:r w:rsidRPr="009B3153">
        <w:rPr>
          <w:color w:val="000000"/>
          <w:sz w:val="24"/>
          <w:u w:val="single"/>
        </w:rPr>
        <w:t xml:space="preserve">     </w:t>
      </w:r>
      <w:r w:rsidRPr="009B3153">
        <w:rPr>
          <w:rFonts w:hint="eastAsia"/>
          <w:color w:val="000000"/>
          <w:sz w:val="24"/>
        </w:rPr>
        <w:t>年解密后适用本授权书。</w:t>
      </w:r>
    </w:p>
    <w:p w:rsidR="006672D3" w:rsidRPr="009B3153" w:rsidRDefault="006672D3" w:rsidP="009B3153">
      <w:pPr>
        <w:spacing w:line="360" w:lineRule="auto"/>
        <w:ind w:firstLineChars="225" w:firstLine="31680"/>
        <w:rPr>
          <w:color w:val="000000"/>
          <w:sz w:val="24"/>
        </w:rPr>
      </w:pPr>
      <w:r w:rsidRPr="009B3153">
        <w:rPr>
          <w:rFonts w:hint="eastAsia"/>
          <w:color w:val="000000"/>
          <w:sz w:val="24"/>
        </w:rPr>
        <w:t>非保密论文注释：本学位论文不属于保密范围，适用本授权书。</w:t>
      </w:r>
    </w:p>
    <w:p w:rsidR="006672D3" w:rsidRPr="009B3153" w:rsidRDefault="006672D3" w:rsidP="009B3153">
      <w:pPr>
        <w:spacing w:line="360" w:lineRule="auto"/>
        <w:ind w:firstLineChars="225" w:firstLine="31680"/>
        <w:rPr>
          <w:rFonts w:ascii="宋体"/>
          <w:color w:val="000000"/>
          <w:sz w:val="24"/>
        </w:rPr>
      </w:pPr>
      <w:r w:rsidRPr="009B3153">
        <w:rPr>
          <w:rFonts w:hint="eastAsia"/>
          <w:color w:val="000000"/>
          <w:sz w:val="24"/>
        </w:rPr>
        <w:t>学位论文全文电子版同意提交后：</w:t>
      </w:r>
      <w:r w:rsidRPr="009B3153">
        <w:rPr>
          <w:rFonts w:ascii="宋体" w:hAnsi="宋体" w:hint="eastAsia"/>
          <w:color w:val="000000"/>
          <w:sz w:val="24"/>
        </w:rPr>
        <w:t>□</w:t>
      </w:r>
      <w:r w:rsidRPr="009B3153">
        <w:rPr>
          <w:rFonts w:hint="eastAsia"/>
          <w:color w:val="000000"/>
          <w:sz w:val="24"/>
        </w:rPr>
        <w:t>一年</w:t>
      </w:r>
      <w:r w:rsidRPr="009B3153">
        <w:rPr>
          <w:color w:val="000000"/>
          <w:sz w:val="24"/>
        </w:rPr>
        <w:t xml:space="preserve">  </w:t>
      </w:r>
      <w:r w:rsidRPr="009B3153">
        <w:rPr>
          <w:rFonts w:ascii="宋体" w:hAnsi="宋体" w:hint="eastAsia"/>
          <w:color w:val="000000"/>
          <w:sz w:val="24"/>
        </w:rPr>
        <w:t>□二年在校园网上发布，供校内师生浏览。</w:t>
      </w:r>
    </w:p>
    <w:p w:rsidR="006672D3" w:rsidRPr="009B3153" w:rsidRDefault="006672D3" w:rsidP="009B3153">
      <w:pPr>
        <w:spacing w:line="360" w:lineRule="auto"/>
        <w:ind w:firstLineChars="225" w:firstLine="31680"/>
        <w:rPr>
          <w:rFonts w:ascii="宋体"/>
          <w:sz w:val="24"/>
        </w:rPr>
      </w:pPr>
    </w:p>
    <w:p w:rsidR="006672D3" w:rsidRPr="009B3153" w:rsidRDefault="006672D3" w:rsidP="009B3153">
      <w:pPr>
        <w:spacing w:line="360" w:lineRule="auto"/>
        <w:ind w:firstLineChars="225" w:firstLine="31680"/>
        <w:rPr>
          <w:rFonts w:ascii="宋体"/>
          <w:sz w:val="24"/>
        </w:rPr>
      </w:pPr>
      <w:r w:rsidRPr="009B3153">
        <w:rPr>
          <w:rFonts w:ascii="宋体" w:hAnsi="宋体" w:hint="eastAsia"/>
          <w:sz w:val="24"/>
        </w:rPr>
        <w:t>本人签名：</w:t>
      </w:r>
      <w:r w:rsidRPr="009B3153">
        <w:rPr>
          <w:rFonts w:ascii="宋体" w:hAnsi="宋体"/>
          <w:sz w:val="24"/>
          <w:u w:val="single"/>
        </w:rPr>
        <w:t xml:space="preserve">          </w:t>
      </w:r>
      <w:r w:rsidRPr="009B3153">
        <w:rPr>
          <w:rFonts w:ascii="宋体" w:hAnsi="宋体"/>
          <w:sz w:val="24"/>
        </w:rPr>
        <w:t xml:space="preserve">           </w:t>
      </w:r>
      <w:r w:rsidRPr="009B3153">
        <w:rPr>
          <w:rFonts w:ascii="宋体" w:hAnsi="宋体" w:hint="eastAsia"/>
          <w:sz w:val="24"/>
        </w:rPr>
        <w:t>日期：</w:t>
      </w:r>
      <w:r w:rsidRPr="009B3153">
        <w:rPr>
          <w:rFonts w:ascii="宋体" w:hAnsi="宋体"/>
          <w:sz w:val="24"/>
          <w:u w:val="single"/>
        </w:rPr>
        <w:t xml:space="preserve">          </w:t>
      </w:r>
    </w:p>
    <w:p w:rsidR="006672D3" w:rsidRPr="009B3153" w:rsidRDefault="006672D3" w:rsidP="009B3153">
      <w:pPr>
        <w:tabs>
          <w:tab w:val="left" w:pos="4320"/>
          <w:tab w:val="left" w:pos="4500"/>
        </w:tabs>
        <w:spacing w:line="360" w:lineRule="auto"/>
        <w:ind w:firstLineChars="225" w:firstLine="31680"/>
        <w:rPr>
          <w:rFonts w:ascii="宋体"/>
          <w:sz w:val="24"/>
        </w:rPr>
      </w:pPr>
      <w:bookmarkStart w:id="0" w:name="_GoBack"/>
      <w:bookmarkEnd w:id="0"/>
      <w:r w:rsidRPr="009B3153">
        <w:rPr>
          <w:rFonts w:ascii="宋体" w:hAnsi="宋体" w:hint="eastAsia"/>
          <w:sz w:val="24"/>
        </w:rPr>
        <w:t>导师签名：</w:t>
      </w:r>
      <w:r w:rsidRPr="009B3153">
        <w:rPr>
          <w:rFonts w:ascii="宋体" w:hAnsi="宋体"/>
          <w:sz w:val="24"/>
          <w:u w:val="single"/>
        </w:rPr>
        <w:t xml:space="preserve">          </w:t>
      </w:r>
      <w:r w:rsidRPr="009B3153">
        <w:rPr>
          <w:rFonts w:ascii="宋体" w:hAnsi="宋体"/>
          <w:sz w:val="24"/>
        </w:rPr>
        <w:t xml:space="preserve">           </w:t>
      </w:r>
      <w:r w:rsidRPr="009B3153">
        <w:rPr>
          <w:rFonts w:ascii="宋体" w:hAnsi="宋体" w:hint="eastAsia"/>
          <w:sz w:val="24"/>
        </w:rPr>
        <w:t>日期：</w:t>
      </w:r>
      <w:r w:rsidRPr="009B3153">
        <w:rPr>
          <w:rFonts w:ascii="宋体" w:hAnsi="宋体"/>
          <w:sz w:val="24"/>
          <w:u w:val="single"/>
        </w:rPr>
        <w:t xml:space="preserve">          </w:t>
      </w:r>
    </w:p>
    <w:p w:rsidR="006672D3" w:rsidRPr="00521FC7" w:rsidRDefault="006672D3" w:rsidP="00521FC7">
      <w:pPr>
        <w:rPr>
          <w:rFonts w:ascii="宋体"/>
        </w:rPr>
      </w:pPr>
    </w:p>
    <w:sectPr w:rsidR="006672D3" w:rsidRPr="00521FC7" w:rsidSect="0046455A">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2D3" w:rsidRDefault="006672D3" w:rsidP="00FA668F">
      <w:r>
        <w:separator/>
      </w:r>
    </w:p>
  </w:endnote>
  <w:endnote w:type="continuationSeparator" w:id="1">
    <w:p w:rsidR="006672D3" w:rsidRDefault="006672D3" w:rsidP="00FA6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2D3" w:rsidRDefault="006672D3" w:rsidP="00FA668F">
      <w:r>
        <w:separator/>
      </w:r>
    </w:p>
  </w:footnote>
  <w:footnote w:type="continuationSeparator" w:id="1">
    <w:p w:rsidR="006672D3" w:rsidRDefault="006672D3" w:rsidP="00FA66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999"/>
    <w:rsid w:val="00071575"/>
    <w:rsid w:val="00082E71"/>
    <w:rsid w:val="000973C9"/>
    <w:rsid w:val="000D061C"/>
    <w:rsid w:val="000D0EA2"/>
    <w:rsid w:val="00114DE6"/>
    <w:rsid w:val="00120EB8"/>
    <w:rsid w:val="00135FAD"/>
    <w:rsid w:val="001606FB"/>
    <w:rsid w:val="00162B6E"/>
    <w:rsid w:val="001D73A4"/>
    <w:rsid w:val="00226EDC"/>
    <w:rsid w:val="00237471"/>
    <w:rsid w:val="00247587"/>
    <w:rsid w:val="0028452C"/>
    <w:rsid w:val="00297A11"/>
    <w:rsid w:val="002A3A47"/>
    <w:rsid w:val="002E40FE"/>
    <w:rsid w:val="0040438B"/>
    <w:rsid w:val="0046455A"/>
    <w:rsid w:val="00497B84"/>
    <w:rsid w:val="00521FC7"/>
    <w:rsid w:val="00571D21"/>
    <w:rsid w:val="005C351C"/>
    <w:rsid w:val="005E4D4E"/>
    <w:rsid w:val="00627FF1"/>
    <w:rsid w:val="00642DA8"/>
    <w:rsid w:val="006672D3"/>
    <w:rsid w:val="00675234"/>
    <w:rsid w:val="00680248"/>
    <w:rsid w:val="006A3F60"/>
    <w:rsid w:val="007168FF"/>
    <w:rsid w:val="007242C5"/>
    <w:rsid w:val="00735F29"/>
    <w:rsid w:val="007609D3"/>
    <w:rsid w:val="007E773D"/>
    <w:rsid w:val="007F3884"/>
    <w:rsid w:val="008049A8"/>
    <w:rsid w:val="00877360"/>
    <w:rsid w:val="009103C1"/>
    <w:rsid w:val="009B3153"/>
    <w:rsid w:val="009C17CD"/>
    <w:rsid w:val="009E1250"/>
    <w:rsid w:val="00A16BA5"/>
    <w:rsid w:val="00AC5999"/>
    <w:rsid w:val="00AE66AE"/>
    <w:rsid w:val="00B029F8"/>
    <w:rsid w:val="00B052D2"/>
    <w:rsid w:val="00B15E15"/>
    <w:rsid w:val="00B227AA"/>
    <w:rsid w:val="00B3171F"/>
    <w:rsid w:val="00B46D98"/>
    <w:rsid w:val="00BA3342"/>
    <w:rsid w:val="00BA3610"/>
    <w:rsid w:val="00BC3702"/>
    <w:rsid w:val="00C472E0"/>
    <w:rsid w:val="00CB570B"/>
    <w:rsid w:val="00CF116F"/>
    <w:rsid w:val="00D36A21"/>
    <w:rsid w:val="00D70E63"/>
    <w:rsid w:val="00E10594"/>
    <w:rsid w:val="00E26FEF"/>
    <w:rsid w:val="00E46F37"/>
    <w:rsid w:val="00E722BE"/>
    <w:rsid w:val="00E75E3E"/>
    <w:rsid w:val="00EB0139"/>
    <w:rsid w:val="00F06B6E"/>
    <w:rsid w:val="00F507EC"/>
    <w:rsid w:val="00F54259"/>
    <w:rsid w:val="00F6143B"/>
    <w:rsid w:val="00F9078E"/>
    <w:rsid w:val="00F95A64"/>
    <w:rsid w:val="00FA668F"/>
    <w:rsid w:val="00FB1C21"/>
    <w:rsid w:val="00FD387A"/>
    <w:rsid w:val="00FE02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68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668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A668F"/>
    <w:rPr>
      <w:rFonts w:cs="Times New Roman"/>
      <w:kern w:val="2"/>
      <w:sz w:val="18"/>
      <w:szCs w:val="18"/>
    </w:rPr>
  </w:style>
  <w:style w:type="paragraph" w:styleId="Footer">
    <w:name w:val="footer"/>
    <w:basedOn w:val="Normal"/>
    <w:link w:val="FooterChar"/>
    <w:uiPriority w:val="99"/>
    <w:rsid w:val="00FA668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A668F"/>
    <w:rPr>
      <w:rFonts w:cs="Times New Roman"/>
      <w:kern w:val="2"/>
      <w:sz w:val="18"/>
      <w:szCs w:val="18"/>
    </w:rPr>
  </w:style>
  <w:style w:type="paragraph" w:styleId="PlainText">
    <w:name w:val="Plain Text"/>
    <w:basedOn w:val="Normal"/>
    <w:link w:val="PlainTextChar"/>
    <w:uiPriority w:val="99"/>
    <w:rsid w:val="00497B84"/>
    <w:rPr>
      <w:rFonts w:ascii="宋体" w:hAnsi="Courier New"/>
    </w:rPr>
  </w:style>
  <w:style w:type="character" w:customStyle="1" w:styleId="PlainTextChar">
    <w:name w:val="Plain Text Char"/>
    <w:basedOn w:val="DefaultParagraphFont"/>
    <w:link w:val="PlainText"/>
    <w:uiPriority w:val="99"/>
    <w:locked/>
    <w:rsid w:val="00497B84"/>
    <w:rPr>
      <w:rFonts w:ascii="宋体" w:eastAsia="宋体" w:hAnsi="Courier New"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1</Pages>
  <Words>77</Words>
  <Characters>445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carisssagao</dc:creator>
  <cp:keywords/>
  <dc:description/>
  <cp:lastModifiedBy>liyun_bfa</cp:lastModifiedBy>
  <cp:revision>25</cp:revision>
  <dcterms:created xsi:type="dcterms:W3CDTF">2015-01-09T06:34:00Z</dcterms:created>
  <dcterms:modified xsi:type="dcterms:W3CDTF">2016-10-25T01:32:00Z</dcterms:modified>
</cp:coreProperties>
</file>